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D2E7090-7F0E-44B0-A4BF-00B21738D376}"/>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